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E0A7D1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892E6F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6B2D2F1" w14:textId="21CFEDCA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72265B">
        <w:rPr>
          <w:rFonts w:ascii="Corbel" w:hAnsi="Corbel"/>
          <w:i/>
          <w:smallCaps/>
          <w:sz w:val="24"/>
          <w:szCs w:val="24"/>
        </w:rPr>
        <w:t>2020-2023</w:t>
      </w:r>
    </w:p>
    <w:p w14:paraId="74C43939" w14:textId="7615F192" w:rsidR="00445970" w:rsidRPr="00EA4832" w:rsidRDefault="00445970" w:rsidP="000D29F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A12AE7">
        <w:rPr>
          <w:rFonts w:ascii="Corbel" w:hAnsi="Corbel"/>
          <w:sz w:val="20"/>
          <w:szCs w:val="20"/>
        </w:rPr>
        <w:t>202</w:t>
      </w:r>
      <w:r w:rsidR="00BA0870">
        <w:rPr>
          <w:rFonts w:ascii="Corbel" w:hAnsi="Corbel"/>
          <w:sz w:val="20"/>
          <w:szCs w:val="20"/>
        </w:rPr>
        <w:t>1</w:t>
      </w:r>
      <w:r w:rsidR="00A12AE7">
        <w:rPr>
          <w:rFonts w:ascii="Corbel" w:hAnsi="Corbel"/>
          <w:sz w:val="20"/>
          <w:szCs w:val="20"/>
        </w:rPr>
        <w:t>/202</w:t>
      </w:r>
      <w:r w:rsidR="00BA0870">
        <w:rPr>
          <w:rFonts w:ascii="Corbel" w:hAnsi="Corbel"/>
          <w:sz w:val="20"/>
          <w:szCs w:val="20"/>
        </w:rPr>
        <w:t>2</w:t>
      </w:r>
    </w:p>
    <w:p w14:paraId="26D4386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6852C5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F6B6A39" w14:textId="77777777" w:rsidTr="00B819C8">
        <w:tc>
          <w:tcPr>
            <w:tcW w:w="2694" w:type="dxa"/>
            <w:vAlign w:val="center"/>
          </w:tcPr>
          <w:p w14:paraId="2E02429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7C298C4" w14:textId="77777777" w:rsidR="0085747A" w:rsidRPr="009C54AE" w:rsidRDefault="00A12AE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Polityka społeczna</w:t>
            </w:r>
          </w:p>
        </w:tc>
      </w:tr>
      <w:tr w:rsidR="0085747A" w:rsidRPr="009C54AE" w14:paraId="778A663B" w14:textId="77777777" w:rsidTr="00B819C8">
        <w:tc>
          <w:tcPr>
            <w:tcW w:w="2694" w:type="dxa"/>
            <w:vAlign w:val="center"/>
          </w:tcPr>
          <w:p w14:paraId="06D6F07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ED2C988" w14:textId="77777777" w:rsidR="0085747A" w:rsidRPr="009C54AE" w:rsidRDefault="00E9589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E/I/B.4</w:t>
            </w:r>
          </w:p>
        </w:tc>
      </w:tr>
      <w:tr w:rsidR="0085747A" w:rsidRPr="009C54AE" w14:paraId="7AB13F48" w14:textId="77777777" w:rsidTr="00B819C8">
        <w:tc>
          <w:tcPr>
            <w:tcW w:w="2694" w:type="dxa"/>
            <w:vAlign w:val="center"/>
          </w:tcPr>
          <w:p w14:paraId="1380E125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249F7B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ACA49D6" w14:textId="77777777" w:rsidTr="00B819C8">
        <w:tc>
          <w:tcPr>
            <w:tcW w:w="2694" w:type="dxa"/>
            <w:vAlign w:val="center"/>
          </w:tcPr>
          <w:p w14:paraId="7CD5AD8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C6E33E9" w14:textId="24A10D59" w:rsidR="0085747A" w:rsidRPr="009C54AE" w:rsidRDefault="007226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25BEB090" w14:textId="77777777" w:rsidTr="00B819C8">
        <w:tc>
          <w:tcPr>
            <w:tcW w:w="2694" w:type="dxa"/>
            <w:vAlign w:val="center"/>
          </w:tcPr>
          <w:p w14:paraId="5D7F689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BDB43A3" w14:textId="77777777" w:rsidR="0085747A" w:rsidRPr="009C54AE" w:rsidRDefault="002D2B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771977BC" w14:textId="77777777" w:rsidTr="00B819C8">
        <w:tc>
          <w:tcPr>
            <w:tcW w:w="2694" w:type="dxa"/>
            <w:vAlign w:val="center"/>
          </w:tcPr>
          <w:p w14:paraId="1F8850F7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B96E69A" w14:textId="5E6A5ACD" w:rsidR="0085747A" w:rsidRPr="009C54AE" w:rsidRDefault="0017512A" w:rsidP="00E9589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1406F7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52F3C393" w14:textId="77777777" w:rsidTr="00B819C8">
        <w:tc>
          <w:tcPr>
            <w:tcW w:w="2694" w:type="dxa"/>
            <w:vAlign w:val="center"/>
          </w:tcPr>
          <w:p w14:paraId="271366A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E56CC9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06EFE68A" w14:textId="77777777" w:rsidTr="00B819C8">
        <w:tc>
          <w:tcPr>
            <w:tcW w:w="2694" w:type="dxa"/>
            <w:vAlign w:val="center"/>
          </w:tcPr>
          <w:p w14:paraId="6CA2CED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CE70D24" w14:textId="06F6AFEA" w:rsidR="0085747A" w:rsidRPr="009C54AE" w:rsidRDefault="00456002" w:rsidP="00E9589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EC7D57" w:rsidRPr="004871B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5014FC26" w14:textId="77777777" w:rsidTr="00B819C8">
        <w:tc>
          <w:tcPr>
            <w:tcW w:w="2694" w:type="dxa"/>
            <w:vAlign w:val="center"/>
          </w:tcPr>
          <w:p w14:paraId="3C6BE20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1CBBCC1" w14:textId="77777777" w:rsidR="0085747A" w:rsidRPr="009C54AE" w:rsidRDefault="002D2B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9C54AE" w14:paraId="58FA0A5C" w14:textId="77777777" w:rsidTr="00B819C8">
        <w:tc>
          <w:tcPr>
            <w:tcW w:w="2694" w:type="dxa"/>
            <w:vAlign w:val="center"/>
          </w:tcPr>
          <w:p w14:paraId="501A14F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3A26B46" w14:textId="77777777" w:rsidR="0085747A" w:rsidRPr="009C54AE" w:rsidRDefault="0017512A" w:rsidP="00E9589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14:paraId="77A59C20" w14:textId="77777777" w:rsidTr="00B819C8">
        <w:tc>
          <w:tcPr>
            <w:tcW w:w="2694" w:type="dxa"/>
            <w:vAlign w:val="center"/>
          </w:tcPr>
          <w:p w14:paraId="0B6C528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5A6B61F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8B66A58" w14:textId="77777777" w:rsidTr="00B819C8">
        <w:tc>
          <w:tcPr>
            <w:tcW w:w="2694" w:type="dxa"/>
            <w:vAlign w:val="center"/>
          </w:tcPr>
          <w:p w14:paraId="276361C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AABB7C9" w14:textId="77777777" w:rsidR="0085747A" w:rsidRPr="009C54AE" w:rsidRDefault="00A12AE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Ewa Baran</w:t>
            </w:r>
          </w:p>
        </w:tc>
      </w:tr>
      <w:tr w:rsidR="0085747A" w:rsidRPr="009C54AE" w14:paraId="07B99526" w14:textId="77777777" w:rsidTr="00B819C8">
        <w:tc>
          <w:tcPr>
            <w:tcW w:w="2694" w:type="dxa"/>
            <w:vAlign w:val="center"/>
          </w:tcPr>
          <w:p w14:paraId="291A810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8D4687E" w14:textId="77777777" w:rsidR="0085747A" w:rsidRPr="009C54AE" w:rsidRDefault="00A12AE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Ewa Baran</w:t>
            </w:r>
          </w:p>
        </w:tc>
      </w:tr>
    </w:tbl>
    <w:p w14:paraId="759B9184" w14:textId="130BCD4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BA0870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40E2F0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F2E198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FA381C8" w14:textId="77777777" w:rsidTr="00432E6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4F8B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C15C384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A8CA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2932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3E04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035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98A3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81F2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FAD0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CBB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8E4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01D2475" w14:textId="77777777" w:rsidTr="00432E6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6A9B9" w14:textId="77777777" w:rsidR="00015B8F" w:rsidRPr="009C54AE" w:rsidRDefault="00432E6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A16C5" w14:textId="0554C362" w:rsidR="00015B8F" w:rsidRPr="009C54AE" w:rsidRDefault="0045600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8410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2C17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4E6F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D91C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E8FC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DC0C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82CD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DED16" w14:textId="77777777" w:rsidR="00015B8F" w:rsidRPr="009C54AE" w:rsidRDefault="00432E6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90C7094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D47899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C76966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B35F99E" w14:textId="77777777" w:rsidR="000D29F8" w:rsidRDefault="000D29F8" w:rsidP="000D29F8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0B5D67A" w14:textId="77777777" w:rsidR="000D29F8" w:rsidRPr="000D29F8" w:rsidRDefault="000D29F8" w:rsidP="000D29F8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0D29F8">
        <w:rPr>
          <w:rStyle w:val="normaltextrun"/>
          <w:rFonts w:ascii="Segoe UI Symbol" w:eastAsia="MS Gothic" w:hAnsi="Segoe UI Symbol" w:cs="Segoe UI Symbol"/>
          <w:b w:val="0"/>
          <w:bCs/>
          <w:smallCaps w:val="0"/>
          <w:szCs w:val="24"/>
        </w:rPr>
        <w:t>☐</w:t>
      </w:r>
      <w:r w:rsidRPr="000D29F8">
        <w:rPr>
          <w:rStyle w:val="normaltextrun"/>
          <w:rFonts w:ascii="Corbel" w:hAnsi="Corbel" w:cs="Segoe UI"/>
          <w:b w:val="0"/>
          <w:bCs/>
          <w:smallCaps w:val="0"/>
          <w:szCs w:val="24"/>
        </w:rPr>
        <w:t> zajęcia realizowane z wykorzystaniem metod i technik kształcenia na odległość</w:t>
      </w:r>
      <w:r w:rsidRPr="000D29F8">
        <w:rPr>
          <w:rStyle w:val="eop"/>
          <w:rFonts w:ascii="Corbel" w:hAnsi="Corbel" w:cs="Segoe UI"/>
          <w:b w:val="0"/>
          <w:bCs/>
          <w:smallCaps w:val="0"/>
          <w:szCs w:val="24"/>
        </w:rPr>
        <w:t> </w:t>
      </w:r>
      <w:bookmarkEnd w:id="0"/>
    </w:p>
    <w:p w14:paraId="65DEE4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2F594B5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256C1A4" w14:textId="77777777" w:rsidR="009C54AE" w:rsidRDefault="002D65F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E</w:t>
      </w:r>
      <w:r w:rsidR="00432E68" w:rsidRPr="009C54AE">
        <w:rPr>
          <w:rFonts w:ascii="Corbel" w:hAnsi="Corbel"/>
          <w:b w:val="0"/>
          <w:smallCaps w:val="0"/>
          <w:szCs w:val="24"/>
        </w:rPr>
        <w:t>gzamin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254F7AE9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2AF74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33C6836" w14:textId="77777777" w:rsidTr="00745302">
        <w:tc>
          <w:tcPr>
            <w:tcW w:w="967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304"/>
            </w:tblGrid>
            <w:tr w:rsidR="002D65FE" w:rsidRPr="002D65FE" w14:paraId="245AADDF" w14:textId="77777777">
              <w:trPr>
                <w:trHeight w:val="246"/>
              </w:trPr>
              <w:tc>
                <w:tcPr>
                  <w:tcW w:w="0" w:type="auto"/>
                </w:tcPr>
                <w:p w14:paraId="0C5E9A86" w14:textId="77777777" w:rsidR="002D65FE" w:rsidRPr="002D65FE" w:rsidRDefault="002D65FE" w:rsidP="002D65F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orbel"/>
                      <w:color w:val="000000"/>
                      <w:sz w:val="23"/>
                      <w:szCs w:val="23"/>
                      <w:lang w:eastAsia="pl-PL"/>
                    </w:rPr>
                  </w:pPr>
                  <w:r w:rsidRPr="002D65FE">
                    <w:rPr>
                      <w:rFonts w:ascii="Corbel" w:hAnsi="Corbel" w:cs="Corbel"/>
                      <w:color w:val="000000"/>
                      <w:sz w:val="23"/>
                      <w:szCs w:val="23"/>
                      <w:lang w:eastAsia="pl-PL"/>
                    </w:rPr>
                    <w:t xml:space="preserve">Ogólna wiedza dotycząca zagadnień ekonomicznych w szczególności z zakresu polityki gospodarczej oraz elementów psychologii i socjologii </w:t>
                  </w:r>
                </w:p>
              </w:tc>
            </w:tr>
          </w:tbl>
          <w:p w14:paraId="45CCF76A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1F76BD2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94268D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3BCCF6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D6C9CD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AC9036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6AB4E870" w14:textId="77777777" w:rsidTr="00A90334">
        <w:tc>
          <w:tcPr>
            <w:tcW w:w="843" w:type="dxa"/>
            <w:vAlign w:val="center"/>
          </w:tcPr>
          <w:p w14:paraId="4C93409B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48226621" w14:textId="77777777" w:rsidR="0085747A" w:rsidRPr="00A90334" w:rsidRDefault="00A90334" w:rsidP="00A90334">
            <w:pPr>
              <w:pStyle w:val="Default"/>
              <w:rPr>
                <w:rFonts w:ascii="Corbel" w:hAnsi="Corbel"/>
              </w:rPr>
            </w:pPr>
            <w:r w:rsidRPr="00A90334">
              <w:rPr>
                <w:rFonts w:ascii="Corbel" w:hAnsi="Corbel"/>
              </w:rPr>
              <w:t xml:space="preserve">Opanowanie wiedzy z zakresu podstawowych pojęć, celów i zakresu poszczególnych dziedzin polityki społecznej, stanu prawnego, podmiotów realizujących, a także rozumienie problemu wyborów społecznych i uwarunkowań w zakresie polityki społecznej </w:t>
            </w:r>
          </w:p>
        </w:tc>
      </w:tr>
      <w:tr w:rsidR="0085747A" w:rsidRPr="009C54AE" w14:paraId="32C03448" w14:textId="77777777" w:rsidTr="00A90334">
        <w:tc>
          <w:tcPr>
            <w:tcW w:w="843" w:type="dxa"/>
            <w:vAlign w:val="center"/>
          </w:tcPr>
          <w:p w14:paraId="3945F278" w14:textId="77777777" w:rsidR="0085747A" w:rsidRPr="009C54AE" w:rsidRDefault="00A9033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4B73C102" w14:textId="77777777" w:rsidR="0085747A" w:rsidRPr="00A90334" w:rsidRDefault="00A90334" w:rsidP="00A90334">
            <w:pPr>
              <w:pStyle w:val="Default"/>
              <w:rPr>
                <w:rFonts w:ascii="Corbel" w:hAnsi="Corbel"/>
                <w:b/>
              </w:rPr>
            </w:pPr>
            <w:r w:rsidRPr="00A90334">
              <w:rPr>
                <w:rFonts w:ascii="Corbel" w:hAnsi="Corbel"/>
              </w:rPr>
              <w:t xml:space="preserve">Analiza systemów ubezpieczeń społecznych, aktywnych i pasywnych narzędzi polityki społecznej oraz roli państwa i organizacji pozarządowych w przeciwdziałaniu patologiom społecznym. Oddziaływanie na świadomość społeczną odnośnie współczesnych problemów i procesów społeczno-gospodarczych </w:t>
            </w:r>
          </w:p>
        </w:tc>
      </w:tr>
    </w:tbl>
    <w:p w14:paraId="12A27DB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EBE4506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46AEC1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09976ABB" w14:textId="77777777" w:rsidTr="002D65FE">
        <w:tc>
          <w:tcPr>
            <w:tcW w:w="1681" w:type="dxa"/>
            <w:vAlign w:val="center"/>
          </w:tcPr>
          <w:p w14:paraId="74EF2FC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709AD5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94B520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671E0379" w14:textId="77777777" w:rsidTr="002D65FE">
        <w:tc>
          <w:tcPr>
            <w:tcW w:w="1681" w:type="dxa"/>
          </w:tcPr>
          <w:p w14:paraId="10E64FA5" w14:textId="77777777" w:rsidR="0085747A" w:rsidRPr="009C54AE" w:rsidRDefault="002D65F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6E8A19E5" w14:textId="77777777" w:rsidR="0085747A" w:rsidRPr="006809B3" w:rsidRDefault="001A16D0" w:rsidP="001A16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09B3">
              <w:rPr>
                <w:rFonts w:ascii="Corbel" w:hAnsi="Corbel"/>
                <w:b w:val="0"/>
                <w:smallCaps w:val="0"/>
              </w:rPr>
              <w:t>Z</w:t>
            </w:r>
            <w:r w:rsidR="006809B3" w:rsidRPr="006809B3">
              <w:rPr>
                <w:rFonts w:ascii="Corbel" w:hAnsi="Corbel"/>
                <w:b w:val="0"/>
                <w:smallCaps w:val="0"/>
              </w:rPr>
              <w:t>na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r w:rsidR="006809B3" w:rsidRPr="006809B3">
              <w:rPr>
                <w:rFonts w:ascii="Corbel" w:hAnsi="Corbel"/>
                <w:b w:val="0"/>
                <w:smallCaps w:val="0"/>
              </w:rPr>
              <w:t xml:space="preserve">podstawowe pojęcia z zakresu polityki społecznej oraz związki tej nauk polityką gospodarczą </w:t>
            </w:r>
          </w:p>
        </w:tc>
        <w:tc>
          <w:tcPr>
            <w:tcW w:w="1865" w:type="dxa"/>
          </w:tcPr>
          <w:p w14:paraId="431065CB" w14:textId="77777777" w:rsidR="0085747A" w:rsidRPr="009C54AE" w:rsidRDefault="002D65FE" w:rsidP="00BA08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5FE"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  <w:t>K_W01</w:t>
            </w:r>
          </w:p>
        </w:tc>
      </w:tr>
      <w:tr w:rsidR="0085747A" w:rsidRPr="009C54AE" w14:paraId="7FD1AC9F" w14:textId="77777777" w:rsidTr="002D65FE">
        <w:tc>
          <w:tcPr>
            <w:tcW w:w="1681" w:type="dxa"/>
          </w:tcPr>
          <w:p w14:paraId="057813E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6AA10BD7" w14:textId="77777777" w:rsidR="0085747A" w:rsidRPr="006809B3" w:rsidRDefault="001A16D0" w:rsidP="001A16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09B3">
              <w:rPr>
                <w:rFonts w:ascii="Corbel" w:hAnsi="Corbel"/>
                <w:b w:val="0"/>
                <w:smallCaps w:val="0"/>
              </w:rPr>
              <w:t>R</w:t>
            </w:r>
            <w:r w:rsidR="006809B3" w:rsidRPr="006809B3">
              <w:rPr>
                <w:rFonts w:ascii="Corbel" w:hAnsi="Corbel"/>
                <w:b w:val="0"/>
                <w:smallCaps w:val="0"/>
              </w:rPr>
              <w:t>ozumie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r w:rsidR="006809B3" w:rsidRPr="006809B3">
              <w:rPr>
                <w:rFonts w:ascii="Corbel" w:hAnsi="Corbel"/>
                <w:b w:val="0"/>
                <w:smallCaps w:val="0"/>
              </w:rPr>
              <w:t xml:space="preserve">wzajemne relacje pomiędzy organizacjami gospodarczymi i społecznymi w zakresie </w:t>
            </w:r>
            <w:proofErr w:type="spellStart"/>
            <w:r w:rsidR="006809B3" w:rsidRPr="006809B3">
              <w:rPr>
                <w:rFonts w:ascii="Corbel" w:hAnsi="Corbel"/>
                <w:b w:val="0"/>
                <w:smallCaps w:val="0"/>
              </w:rPr>
              <w:t>organizacyjno</w:t>
            </w:r>
            <w:proofErr w:type="spellEnd"/>
            <w:r w:rsidR="006809B3" w:rsidRPr="006809B3">
              <w:rPr>
                <w:rFonts w:ascii="Corbel" w:hAnsi="Corbel"/>
                <w:b w:val="0"/>
                <w:smallCaps w:val="0"/>
              </w:rPr>
              <w:t xml:space="preserve"> - ekonomicznym oraz finansowym, a także ich oddziaływanie na zmiany struktur społecznych</w:t>
            </w:r>
          </w:p>
        </w:tc>
        <w:tc>
          <w:tcPr>
            <w:tcW w:w="1865" w:type="dxa"/>
          </w:tcPr>
          <w:p w14:paraId="3F501F68" w14:textId="77777777" w:rsidR="0085747A" w:rsidRPr="009C54AE" w:rsidRDefault="002D65FE" w:rsidP="00BA08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5FE"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  <w:t>K_W07</w:t>
            </w:r>
          </w:p>
        </w:tc>
      </w:tr>
      <w:tr w:rsidR="0085747A" w:rsidRPr="009C54AE" w14:paraId="2F0EA1EB" w14:textId="77777777" w:rsidTr="002D65FE">
        <w:tc>
          <w:tcPr>
            <w:tcW w:w="1681" w:type="dxa"/>
          </w:tcPr>
          <w:p w14:paraId="29D859C8" w14:textId="77777777" w:rsidR="0085747A" w:rsidRPr="009C54AE" w:rsidRDefault="002D65F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6BF9179C" w14:textId="77777777" w:rsidR="0085747A" w:rsidRPr="001A16D0" w:rsidRDefault="006809B3" w:rsidP="006809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16D0"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1A16D0">
              <w:rPr>
                <w:rFonts w:ascii="Corbel" w:hAnsi="Corbel"/>
                <w:b w:val="0"/>
                <w:smallCaps w:val="0"/>
              </w:rPr>
              <w:t>stosować teoretyczną wiedzę do rozwiązywania problemów w obszarze funkcjonowania i finansowania różnych organizacji</w:t>
            </w:r>
          </w:p>
        </w:tc>
        <w:tc>
          <w:tcPr>
            <w:tcW w:w="1865" w:type="dxa"/>
          </w:tcPr>
          <w:p w14:paraId="4E0BA03A" w14:textId="77777777" w:rsidR="0085747A" w:rsidRPr="009C54AE" w:rsidRDefault="006809B3" w:rsidP="00BA08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  <w:t>K_U02</w:t>
            </w:r>
          </w:p>
        </w:tc>
      </w:tr>
      <w:tr w:rsidR="002D65FE" w:rsidRPr="009C54AE" w14:paraId="004CA1A5" w14:textId="77777777" w:rsidTr="002D65FE">
        <w:tc>
          <w:tcPr>
            <w:tcW w:w="1681" w:type="dxa"/>
          </w:tcPr>
          <w:p w14:paraId="5F668DD5" w14:textId="77777777" w:rsidR="002D65FE" w:rsidRPr="009C54AE" w:rsidRDefault="002D65FE" w:rsidP="002D65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C5C1FEF" w14:textId="77777777" w:rsidR="002D65FE" w:rsidRPr="001A16D0" w:rsidRDefault="001A16D0" w:rsidP="001A16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16D0"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1A16D0">
              <w:rPr>
                <w:rFonts w:ascii="Corbel" w:hAnsi="Corbel"/>
                <w:b w:val="0"/>
                <w:smallCaps w:val="0"/>
              </w:rPr>
              <w:t>pozyskiwać i analizować dane dotyczące procesów rozwoju społecznego</w:t>
            </w:r>
          </w:p>
        </w:tc>
        <w:tc>
          <w:tcPr>
            <w:tcW w:w="1865" w:type="dxa"/>
          </w:tcPr>
          <w:p w14:paraId="754201D1" w14:textId="77777777" w:rsidR="002D65FE" w:rsidRPr="009C54AE" w:rsidRDefault="006809B3" w:rsidP="00BA08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  <w:t>K_U03</w:t>
            </w:r>
          </w:p>
        </w:tc>
      </w:tr>
      <w:tr w:rsidR="002D65FE" w:rsidRPr="009C54AE" w14:paraId="2261A0A5" w14:textId="77777777" w:rsidTr="002D65FE">
        <w:tc>
          <w:tcPr>
            <w:tcW w:w="1681" w:type="dxa"/>
          </w:tcPr>
          <w:p w14:paraId="16E1EE04" w14:textId="77777777" w:rsidR="002D65FE" w:rsidRPr="009C54AE" w:rsidRDefault="002D65FE" w:rsidP="002D65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7474D655" w14:textId="77777777" w:rsidR="002D65FE" w:rsidRPr="001A16D0" w:rsidRDefault="001A16D0" w:rsidP="002D65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16D0"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1A16D0">
              <w:rPr>
                <w:rFonts w:ascii="Corbel" w:hAnsi="Corbel"/>
                <w:b w:val="0"/>
                <w:smallCaps w:val="0"/>
              </w:rPr>
              <w:t>analizować przyczyny i oceniać przebieg zjawisk gospodarczych i społecznych w warunkach nie w pełni przewidywalnych</w:t>
            </w:r>
          </w:p>
        </w:tc>
        <w:tc>
          <w:tcPr>
            <w:tcW w:w="1865" w:type="dxa"/>
          </w:tcPr>
          <w:p w14:paraId="414F8301" w14:textId="77777777" w:rsidR="002D65FE" w:rsidRPr="009C54AE" w:rsidRDefault="002D65FE" w:rsidP="00BA08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5FE"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  <w:t>K_U04</w:t>
            </w:r>
          </w:p>
        </w:tc>
      </w:tr>
      <w:tr w:rsidR="002D65FE" w:rsidRPr="009C54AE" w14:paraId="1980ACCC" w14:textId="77777777" w:rsidTr="002D65FE">
        <w:tc>
          <w:tcPr>
            <w:tcW w:w="1681" w:type="dxa"/>
          </w:tcPr>
          <w:p w14:paraId="165CA745" w14:textId="77777777" w:rsidR="002D65FE" w:rsidRPr="009C54AE" w:rsidRDefault="002D65FE" w:rsidP="002D65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7B89C6EC" w14:textId="77777777" w:rsidR="002D65FE" w:rsidRPr="001A16D0" w:rsidRDefault="001A16D0" w:rsidP="002D65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16D0"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1A16D0">
              <w:rPr>
                <w:rFonts w:ascii="Corbel" w:hAnsi="Corbel"/>
                <w:b w:val="0"/>
                <w:smallCaps w:val="0"/>
              </w:rPr>
              <w:t>wypełniania zobowiązań społecznych, współorganizowania działalności na rzecz środowiska społecznego</w:t>
            </w:r>
          </w:p>
        </w:tc>
        <w:tc>
          <w:tcPr>
            <w:tcW w:w="1865" w:type="dxa"/>
          </w:tcPr>
          <w:p w14:paraId="6FA14929" w14:textId="77777777" w:rsidR="002D65FE" w:rsidRPr="009C54AE" w:rsidRDefault="002D65FE" w:rsidP="00BA08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5FE"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  <w:t>K_K03</w:t>
            </w:r>
          </w:p>
        </w:tc>
      </w:tr>
      <w:tr w:rsidR="002D65FE" w:rsidRPr="009C54AE" w14:paraId="505F9556" w14:textId="77777777" w:rsidTr="002D65FE">
        <w:tc>
          <w:tcPr>
            <w:tcW w:w="1681" w:type="dxa"/>
          </w:tcPr>
          <w:p w14:paraId="7871CE2C" w14:textId="77777777" w:rsidR="002D65FE" w:rsidRPr="009C54AE" w:rsidRDefault="002D65FE" w:rsidP="002D65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</w:tcPr>
          <w:p w14:paraId="40FF5370" w14:textId="77777777" w:rsidR="002D65FE" w:rsidRPr="001A16D0" w:rsidRDefault="001A16D0" w:rsidP="002D65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16D0"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1A16D0">
              <w:rPr>
                <w:rFonts w:ascii="Corbel" w:hAnsi="Corbel"/>
                <w:b w:val="0"/>
                <w:smallCaps w:val="0"/>
              </w:rPr>
              <w:t>inicjowania działań na rzecz interesu publicznego</w:t>
            </w:r>
          </w:p>
        </w:tc>
        <w:tc>
          <w:tcPr>
            <w:tcW w:w="1865" w:type="dxa"/>
          </w:tcPr>
          <w:p w14:paraId="1E30C76E" w14:textId="77777777" w:rsidR="002D65FE" w:rsidRPr="009C54AE" w:rsidRDefault="002D65FE" w:rsidP="00BA08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65FE"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  <w:t>K_K04</w:t>
            </w:r>
          </w:p>
        </w:tc>
      </w:tr>
    </w:tbl>
    <w:p w14:paraId="7DF0DD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7EDD9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A06989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A18599A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EEA74B6" w14:textId="77777777" w:rsidTr="6F931DA3">
        <w:tc>
          <w:tcPr>
            <w:tcW w:w="9520" w:type="dxa"/>
          </w:tcPr>
          <w:p w14:paraId="1332621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1A354F" w14:paraId="42E1F02C" w14:textId="77777777" w:rsidTr="6F931DA3">
        <w:tc>
          <w:tcPr>
            <w:tcW w:w="9520" w:type="dxa"/>
          </w:tcPr>
          <w:p w14:paraId="538C27DB" w14:textId="77777777" w:rsidR="0085747A" w:rsidRPr="001A354F" w:rsidRDefault="001A354F" w:rsidP="001A354F">
            <w:pPr>
              <w:pStyle w:val="Default"/>
              <w:rPr>
                <w:rFonts w:ascii="Corbel" w:hAnsi="Corbel"/>
              </w:rPr>
            </w:pPr>
            <w:r w:rsidRPr="001A354F">
              <w:rPr>
                <w:rFonts w:ascii="Corbel" w:hAnsi="Corbel"/>
              </w:rPr>
              <w:t xml:space="preserve">Polityka społ.-podstawowe pojęcia i zakres </w:t>
            </w:r>
          </w:p>
        </w:tc>
      </w:tr>
      <w:tr w:rsidR="0085747A" w:rsidRPr="001A354F" w14:paraId="37277B59" w14:textId="77777777" w:rsidTr="6F931DA3">
        <w:tc>
          <w:tcPr>
            <w:tcW w:w="9520" w:type="dxa"/>
          </w:tcPr>
          <w:p w14:paraId="70C7AC3C" w14:textId="77777777" w:rsidR="0085747A" w:rsidRPr="001A354F" w:rsidRDefault="001A354F" w:rsidP="6F931DA3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6F931DA3">
              <w:rPr>
                <w:rFonts w:ascii="Corbel" w:hAnsi="Corbel"/>
                <w:sz w:val="24"/>
                <w:szCs w:val="24"/>
              </w:rPr>
              <w:t>Geneza i etapy kształtowania polityki społecznej</w:t>
            </w:r>
          </w:p>
        </w:tc>
      </w:tr>
      <w:tr w:rsidR="0085747A" w:rsidRPr="001A354F" w14:paraId="0FDBA8C8" w14:textId="77777777" w:rsidTr="6F931DA3">
        <w:tc>
          <w:tcPr>
            <w:tcW w:w="9520" w:type="dxa"/>
          </w:tcPr>
          <w:p w14:paraId="00B3E16C" w14:textId="77777777" w:rsidR="0085747A" w:rsidRPr="001A354F" w:rsidRDefault="001A354F" w:rsidP="6F931DA3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6F931DA3">
              <w:rPr>
                <w:rFonts w:ascii="Corbel" w:hAnsi="Corbel"/>
                <w:sz w:val="24"/>
                <w:szCs w:val="24"/>
              </w:rPr>
              <w:t>Modele polityki społecznej</w:t>
            </w:r>
          </w:p>
        </w:tc>
      </w:tr>
      <w:tr w:rsidR="007E0B51" w:rsidRPr="001A354F" w14:paraId="4440690B" w14:textId="77777777" w:rsidTr="6F931DA3">
        <w:tc>
          <w:tcPr>
            <w:tcW w:w="9520" w:type="dxa"/>
          </w:tcPr>
          <w:p w14:paraId="78E6AB23" w14:textId="77777777" w:rsidR="007E0B51" w:rsidRPr="006809B3" w:rsidRDefault="007E0B51" w:rsidP="6F931DA3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6F931DA3">
              <w:rPr>
                <w:rFonts w:ascii="Corbel" w:hAnsi="Corbel"/>
                <w:sz w:val="24"/>
                <w:szCs w:val="24"/>
              </w:rPr>
              <w:t>Trzeci sektor – znaczenie i organizacja</w:t>
            </w:r>
          </w:p>
        </w:tc>
      </w:tr>
      <w:tr w:rsidR="007E0B51" w:rsidRPr="001A354F" w14:paraId="12E3A616" w14:textId="77777777" w:rsidTr="6F931DA3">
        <w:tc>
          <w:tcPr>
            <w:tcW w:w="9520" w:type="dxa"/>
          </w:tcPr>
          <w:p w14:paraId="760AAEDF" w14:textId="77777777" w:rsidR="007E0B51" w:rsidRPr="006809B3" w:rsidRDefault="007E0B51" w:rsidP="6F931DA3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6F931DA3">
              <w:rPr>
                <w:rFonts w:ascii="Corbel" w:eastAsia="Times New Roman" w:hAnsi="Corbel" w:cs="Helvetica"/>
                <w:color w:val="111516"/>
                <w:kern w:val="36"/>
                <w:sz w:val="24"/>
                <w:szCs w:val="24"/>
                <w:lang w:eastAsia="pl-PL"/>
              </w:rPr>
              <w:t>Demograficzne uwarunkowania polityki społecznej</w:t>
            </w:r>
          </w:p>
        </w:tc>
      </w:tr>
      <w:tr w:rsidR="007E0B51" w:rsidRPr="001A354F" w14:paraId="137D9EF4" w14:textId="77777777" w:rsidTr="6F931DA3">
        <w:tc>
          <w:tcPr>
            <w:tcW w:w="9520" w:type="dxa"/>
          </w:tcPr>
          <w:p w14:paraId="4267643F" w14:textId="77777777" w:rsidR="007E0B51" w:rsidRPr="006809B3" w:rsidRDefault="007E0B51" w:rsidP="007E0B51">
            <w:pPr>
              <w:pStyle w:val="Default"/>
              <w:rPr>
                <w:rFonts w:ascii="Corbel" w:hAnsi="Corbel"/>
              </w:rPr>
            </w:pPr>
            <w:r w:rsidRPr="006809B3">
              <w:rPr>
                <w:rFonts w:ascii="Corbel" w:hAnsi="Corbel"/>
              </w:rPr>
              <w:t xml:space="preserve">Edukacja i kreowanie kapitału ludzkiego </w:t>
            </w:r>
          </w:p>
        </w:tc>
      </w:tr>
      <w:tr w:rsidR="007E0B51" w:rsidRPr="001A354F" w14:paraId="3B3EBC96" w14:textId="77777777" w:rsidTr="6F931DA3">
        <w:tc>
          <w:tcPr>
            <w:tcW w:w="9520" w:type="dxa"/>
          </w:tcPr>
          <w:p w14:paraId="5547B6DA" w14:textId="77777777" w:rsidR="007E0B51" w:rsidRPr="006809B3" w:rsidRDefault="007E0B51" w:rsidP="6F931DA3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6F931DA3">
              <w:rPr>
                <w:rFonts w:ascii="Corbel" w:hAnsi="Corbel"/>
                <w:sz w:val="24"/>
                <w:szCs w:val="24"/>
              </w:rPr>
              <w:t>Polityka senioralna</w:t>
            </w:r>
          </w:p>
        </w:tc>
      </w:tr>
      <w:tr w:rsidR="007E0B51" w:rsidRPr="001A354F" w14:paraId="4CE240A8" w14:textId="77777777" w:rsidTr="6F931DA3">
        <w:tc>
          <w:tcPr>
            <w:tcW w:w="9520" w:type="dxa"/>
          </w:tcPr>
          <w:p w14:paraId="70D595D7" w14:textId="77777777" w:rsidR="007E0B51" w:rsidRPr="006809B3" w:rsidRDefault="007E0B51" w:rsidP="6F931DA3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6F931DA3">
              <w:rPr>
                <w:rFonts w:ascii="Corbel" w:eastAsia="Times New Roman" w:hAnsi="Corbel" w:cs="Helvetica"/>
                <w:color w:val="111516"/>
                <w:kern w:val="36"/>
                <w:sz w:val="24"/>
                <w:szCs w:val="24"/>
                <w:lang w:eastAsia="pl-PL"/>
              </w:rPr>
              <w:lastRenderedPageBreak/>
              <w:t>Ubóstwo jako kwestia społeczna</w:t>
            </w:r>
          </w:p>
        </w:tc>
      </w:tr>
      <w:tr w:rsidR="007E0B51" w:rsidRPr="001A354F" w14:paraId="43F4A89D" w14:textId="77777777" w:rsidTr="6F931DA3">
        <w:tc>
          <w:tcPr>
            <w:tcW w:w="9520" w:type="dxa"/>
          </w:tcPr>
          <w:p w14:paraId="1ED74812" w14:textId="77777777" w:rsidR="007E0B51" w:rsidRPr="006809B3" w:rsidRDefault="007E0B51" w:rsidP="6F931DA3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6F931DA3">
              <w:rPr>
                <w:rFonts w:ascii="Corbel" w:hAnsi="Corbel"/>
                <w:sz w:val="24"/>
                <w:szCs w:val="24"/>
              </w:rPr>
              <w:t>Polityka rynku pracy</w:t>
            </w:r>
          </w:p>
        </w:tc>
      </w:tr>
      <w:tr w:rsidR="007E0B51" w:rsidRPr="001A354F" w14:paraId="3251D933" w14:textId="77777777" w:rsidTr="6F931DA3">
        <w:tc>
          <w:tcPr>
            <w:tcW w:w="9520" w:type="dxa"/>
          </w:tcPr>
          <w:p w14:paraId="1BF57338" w14:textId="77777777" w:rsidR="007E0B51" w:rsidRPr="006809B3" w:rsidRDefault="007E0B51" w:rsidP="6F931DA3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6F931DA3">
              <w:rPr>
                <w:rFonts w:ascii="Corbel" w:hAnsi="Corbel"/>
                <w:sz w:val="24"/>
                <w:szCs w:val="24"/>
              </w:rPr>
              <w:t>Bezpieczeństwo społeczne- elementy systemu zabezpieczenia społecznego</w:t>
            </w:r>
          </w:p>
        </w:tc>
      </w:tr>
      <w:tr w:rsidR="007E0B51" w:rsidRPr="001A354F" w14:paraId="53AA83F5" w14:textId="77777777" w:rsidTr="6F931DA3">
        <w:tc>
          <w:tcPr>
            <w:tcW w:w="9520" w:type="dxa"/>
          </w:tcPr>
          <w:p w14:paraId="090659AA" w14:textId="77777777" w:rsidR="007E0B51" w:rsidRPr="006809B3" w:rsidRDefault="007E0B51" w:rsidP="6F931DA3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6F931DA3">
              <w:rPr>
                <w:rFonts w:ascii="Corbel" w:hAnsi="Corbel"/>
                <w:sz w:val="24"/>
                <w:szCs w:val="24"/>
              </w:rPr>
              <w:t>Polityka rodzinna</w:t>
            </w:r>
          </w:p>
        </w:tc>
      </w:tr>
      <w:tr w:rsidR="007E0B51" w:rsidRPr="001A354F" w14:paraId="27F29D78" w14:textId="77777777" w:rsidTr="6F931DA3">
        <w:tc>
          <w:tcPr>
            <w:tcW w:w="9520" w:type="dxa"/>
          </w:tcPr>
          <w:p w14:paraId="4F95267E" w14:textId="77777777" w:rsidR="007E0B51" w:rsidRPr="006809B3" w:rsidRDefault="007E0B51" w:rsidP="6F931DA3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6F931DA3">
              <w:rPr>
                <w:rFonts w:ascii="Corbel" w:hAnsi="Corbel"/>
                <w:sz w:val="24"/>
                <w:szCs w:val="24"/>
              </w:rPr>
              <w:t>Ochrona zdrowia</w:t>
            </w:r>
          </w:p>
        </w:tc>
      </w:tr>
      <w:tr w:rsidR="007E0B51" w:rsidRPr="001A354F" w14:paraId="26E21F2C" w14:textId="77777777" w:rsidTr="6F931DA3">
        <w:tc>
          <w:tcPr>
            <w:tcW w:w="9520" w:type="dxa"/>
          </w:tcPr>
          <w:p w14:paraId="218FDB70" w14:textId="77777777" w:rsidR="007E0B51" w:rsidRPr="006809B3" w:rsidRDefault="007E0B51" w:rsidP="6F931DA3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6F931DA3">
              <w:rPr>
                <w:rFonts w:ascii="Corbel" w:hAnsi="Corbel"/>
                <w:sz w:val="24"/>
                <w:szCs w:val="24"/>
              </w:rPr>
              <w:t>Polityka społeczna wobec niepełnosprawnych</w:t>
            </w:r>
          </w:p>
        </w:tc>
      </w:tr>
      <w:tr w:rsidR="007E0B51" w:rsidRPr="001A354F" w14:paraId="6953C3A8" w14:textId="77777777" w:rsidTr="6F931DA3">
        <w:tc>
          <w:tcPr>
            <w:tcW w:w="9520" w:type="dxa"/>
          </w:tcPr>
          <w:p w14:paraId="4BD29966" w14:textId="77777777" w:rsidR="007E0B51" w:rsidRPr="006809B3" w:rsidRDefault="007E0B51" w:rsidP="6F931DA3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6F931DA3">
              <w:rPr>
                <w:rFonts w:ascii="Corbel" w:hAnsi="Corbel"/>
                <w:sz w:val="24"/>
                <w:szCs w:val="24"/>
              </w:rPr>
              <w:t>Pomoc społeczna</w:t>
            </w:r>
          </w:p>
        </w:tc>
      </w:tr>
    </w:tbl>
    <w:p w14:paraId="4D85E98F" w14:textId="77777777" w:rsidR="0085747A" w:rsidRPr="001A354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55DF183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006EAE9" w14:textId="77777777" w:rsidR="0085747A" w:rsidRPr="009C54AE" w:rsidRDefault="006F011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65442">
        <w:rPr>
          <w:rFonts w:ascii="Corbel" w:hAnsi="Corbel"/>
          <w:b w:val="0"/>
          <w:smallCaps w:val="0"/>
          <w:szCs w:val="21"/>
        </w:rPr>
        <w:t>Wykład z prezentacją multimedialną</w:t>
      </w:r>
    </w:p>
    <w:p w14:paraId="7C1CE5D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BAAFB1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97091C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E955E1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346F67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FBC901E" w14:textId="77777777" w:rsidTr="00C05F44">
        <w:tc>
          <w:tcPr>
            <w:tcW w:w="1985" w:type="dxa"/>
            <w:vAlign w:val="center"/>
          </w:tcPr>
          <w:p w14:paraId="346AEF5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56D36A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9D647C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C8DB14F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2D7E6C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21DF9235" w14:textId="77777777" w:rsidTr="00C05F44">
        <w:tc>
          <w:tcPr>
            <w:tcW w:w="1985" w:type="dxa"/>
          </w:tcPr>
          <w:p w14:paraId="0FF1C17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4897C1A7" w14:textId="77777777" w:rsidR="0085747A" w:rsidRPr="00DB533F" w:rsidRDefault="00A90334" w:rsidP="00A90334">
            <w:pPr>
              <w:pStyle w:val="Default"/>
              <w:rPr>
                <w:rFonts w:ascii="Corbel" w:hAnsi="Corbel"/>
                <w:strike/>
              </w:rPr>
            </w:pPr>
            <w:r w:rsidRPr="00DB533F">
              <w:rPr>
                <w:rFonts w:ascii="Corbel" w:hAnsi="Corbel"/>
                <w:szCs w:val="23"/>
              </w:rPr>
              <w:t>egzamin pisemny</w:t>
            </w:r>
          </w:p>
        </w:tc>
        <w:tc>
          <w:tcPr>
            <w:tcW w:w="2126" w:type="dxa"/>
          </w:tcPr>
          <w:p w14:paraId="00ED1231" w14:textId="77777777" w:rsidR="0085747A" w:rsidRPr="00DB533F" w:rsidRDefault="00A90334" w:rsidP="001406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533F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85747A" w:rsidRPr="009C54AE" w14:paraId="40C2BEC0" w14:textId="77777777" w:rsidTr="00C05F44">
        <w:tc>
          <w:tcPr>
            <w:tcW w:w="1985" w:type="dxa"/>
          </w:tcPr>
          <w:p w14:paraId="18F8BBC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948429B" w14:textId="77777777" w:rsidR="0085747A" w:rsidRPr="00DB533F" w:rsidRDefault="00A9033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533F">
              <w:rPr>
                <w:rFonts w:ascii="Corbel" w:hAnsi="Corbel"/>
                <w:b w:val="0"/>
                <w:smallCaps w:val="0"/>
                <w:szCs w:val="23"/>
              </w:rPr>
              <w:t>egzamin pisemny</w:t>
            </w:r>
          </w:p>
        </w:tc>
        <w:tc>
          <w:tcPr>
            <w:tcW w:w="2126" w:type="dxa"/>
          </w:tcPr>
          <w:p w14:paraId="043001D3" w14:textId="6FD6D0A7" w:rsidR="0085747A" w:rsidRPr="00DB533F" w:rsidRDefault="00DB533F" w:rsidP="001406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2D65FE" w:rsidRPr="009C54AE" w14:paraId="7D7E2D04" w14:textId="77777777" w:rsidTr="00C05F44">
        <w:tc>
          <w:tcPr>
            <w:tcW w:w="1985" w:type="dxa"/>
          </w:tcPr>
          <w:p w14:paraId="0A1CABB3" w14:textId="77777777" w:rsidR="002D65FE" w:rsidRPr="009C54AE" w:rsidRDefault="00A9033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08F3A907" w14:textId="77777777" w:rsidR="002D65FE" w:rsidRPr="00DB533F" w:rsidRDefault="00A9033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533F">
              <w:rPr>
                <w:rFonts w:ascii="Corbel" w:hAnsi="Corbel"/>
                <w:b w:val="0"/>
                <w:smallCaps w:val="0"/>
                <w:szCs w:val="23"/>
              </w:rPr>
              <w:t>egzamin pisemny</w:t>
            </w:r>
          </w:p>
        </w:tc>
        <w:tc>
          <w:tcPr>
            <w:tcW w:w="2126" w:type="dxa"/>
          </w:tcPr>
          <w:p w14:paraId="06A83176" w14:textId="77777777" w:rsidR="002D65FE" w:rsidRPr="00DB533F" w:rsidRDefault="00DB533F" w:rsidP="001406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2D65FE" w:rsidRPr="009C54AE" w14:paraId="513492DD" w14:textId="77777777" w:rsidTr="00C05F44">
        <w:tc>
          <w:tcPr>
            <w:tcW w:w="1985" w:type="dxa"/>
          </w:tcPr>
          <w:p w14:paraId="6C91F8A6" w14:textId="77777777" w:rsidR="002D65FE" w:rsidRPr="009C54AE" w:rsidRDefault="00A9033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36FCDE6F" w14:textId="77777777" w:rsidR="002D65FE" w:rsidRPr="00DB533F" w:rsidRDefault="00A9033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533F">
              <w:rPr>
                <w:rFonts w:ascii="Corbel" w:hAnsi="Corbel"/>
                <w:b w:val="0"/>
                <w:smallCaps w:val="0"/>
                <w:szCs w:val="23"/>
              </w:rPr>
              <w:t>egzamin pisemny</w:t>
            </w:r>
          </w:p>
        </w:tc>
        <w:tc>
          <w:tcPr>
            <w:tcW w:w="2126" w:type="dxa"/>
          </w:tcPr>
          <w:p w14:paraId="1DEE11FB" w14:textId="77777777" w:rsidR="002D65FE" w:rsidRPr="00DB533F" w:rsidRDefault="00DB533F" w:rsidP="001406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2D65FE" w:rsidRPr="009C54AE" w14:paraId="402BFA19" w14:textId="77777777" w:rsidTr="00C05F44">
        <w:tc>
          <w:tcPr>
            <w:tcW w:w="1985" w:type="dxa"/>
          </w:tcPr>
          <w:p w14:paraId="68F30977" w14:textId="77777777" w:rsidR="002D65FE" w:rsidRPr="009C54AE" w:rsidRDefault="00A9033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4EBF0A9F" w14:textId="77777777" w:rsidR="002D65FE" w:rsidRPr="00DB533F" w:rsidRDefault="00A9033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533F">
              <w:rPr>
                <w:rFonts w:ascii="Corbel" w:hAnsi="Corbel"/>
                <w:b w:val="0"/>
                <w:smallCaps w:val="0"/>
                <w:szCs w:val="23"/>
              </w:rPr>
              <w:t>egzamin pisemny</w:t>
            </w:r>
          </w:p>
        </w:tc>
        <w:tc>
          <w:tcPr>
            <w:tcW w:w="2126" w:type="dxa"/>
          </w:tcPr>
          <w:p w14:paraId="12076149" w14:textId="77777777" w:rsidR="002D65FE" w:rsidRPr="00DB533F" w:rsidRDefault="00DB533F" w:rsidP="001406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2D65FE" w:rsidRPr="009C54AE" w14:paraId="5F876C7E" w14:textId="77777777" w:rsidTr="00C05F44">
        <w:tc>
          <w:tcPr>
            <w:tcW w:w="1985" w:type="dxa"/>
          </w:tcPr>
          <w:p w14:paraId="72265CFB" w14:textId="77777777" w:rsidR="002D65FE" w:rsidRPr="009C54AE" w:rsidRDefault="00A9033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14:paraId="44CA0976" w14:textId="77777777" w:rsidR="002D65FE" w:rsidRPr="00DB533F" w:rsidRDefault="00A9033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533F">
              <w:rPr>
                <w:rFonts w:ascii="Corbel" w:hAnsi="Corbel"/>
                <w:b w:val="0"/>
                <w:smallCaps w:val="0"/>
                <w:szCs w:val="23"/>
              </w:rPr>
              <w:t>egzamin pisemny</w:t>
            </w:r>
          </w:p>
        </w:tc>
        <w:tc>
          <w:tcPr>
            <w:tcW w:w="2126" w:type="dxa"/>
          </w:tcPr>
          <w:p w14:paraId="15D9CC83" w14:textId="77777777" w:rsidR="002D65FE" w:rsidRPr="00DB533F" w:rsidRDefault="00DB533F" w:rsidP="001406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A90334" w:rsidRPr="009C54AE" w14:paraId="4AB22311" w14:textId="77777777" w:rsidTr="00C05F44">
        <w:tc>
          <w:tcPr>
            <w:tcW w:w="1985" w:type="dxa"/>
          </w:tcPr>
          <w:p w14:paraId="695A12BC" w14:textId="77777777" w:rsidR="00A90334" w:rsidRPr="009C54AE" w:rsidRDefault="00A9033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528" w:type="dxa"/>
          </w:tcPr>
          <w:p w14:paraId="3F8DA4E4" w14:textId="77777777" w:rsidR="00A90334" w:rsidRPr="00DB533F" w:rsidRDefault="00A9033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533F">
              <w:rPr>
                <w:rFonts w:ascii="Corbel" w:hAnsi="Corbel"/>
                <w:b w:val="0"/>
                <w:smallCaps w:val="0"/>
                <w:szCs w:val="23"/>
              </w:rPr>
              <w:t>egzamin pisemny</w:t>
            </w:r>
          </w:p>
        </w:tc>
        <w:tc>
          <w:tcPr>
            <w:tcW w:w="2126" w:type="dxa"/>
          </w:tcPr>
          <w:p w14:paraId="37FB9C90" w14:textId="77777777" w:rsidR="00A90334" w:rsidRPr="00DB533F" w:rsidRDefault="00DB533F" w:rsidP="001406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2EF82C7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CE197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AB47E7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47DFFFB" w14:textId="77777777" w:rsidTr="00923D7D">
        <w:tc>
          <w:tcPr>
            <w:tcW w:w="9670" w:type="dxa"/>
          </w:tcPr>
          <w:p w14:paraId="59657673" w14:textId="2C1311F7" w:rsidR="0085747A" w:rsidRPr="009C54AE" w:rsidRDefault="00DB533F" w:rsidP="00DB53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>Egzami</w:t>
            </w:r>
            <w:r w:rsidRPr="00DB533F">
              <w:rPr>
                <w:rFonts w:ascii="Corbel" w:hAnsi="Corbel"/>
                <w:b w:val="0"/>
                <w:smallCaps w:val="0"/>
              </w:rPr>
              <w:t>n</w:t>
            </w:r>
            <w:r>
              <w:rPr>
                <w:rFonts w:ascii="Corbel" w:hAnsi="Corbel"/>
                <w:b w:val="0"/>
                <w:smallCaps w:val="0"/>
              </w:rPr>
              <w:t xml:space="preserve"> pisemny </w:t>
            </w:r>
            <w:r>
              <w:rPr>
                <w:rFonts w:ascii="Corbel" w:hAnsi="Corbel"/>
                <w:b w:val="0"/>
              </w:rPr>
              <w:t xml:space="preserve"> </w:t>
            </w:r>
            <w:r w:rsidRPr="003048DF">
              <w:rPr>
                <w:rFonts w:ascii="Corbel" w:hAnsi="Corbel"/>
                <w:b w:val="0"/>
              </w:rPr>
              <w:t xml:space="preserve">– </w:t>
            </w:r>
            <w:r w:rsidRPr="00273B64">
              <w:rPr>
                <w:rFonts w:ascii="Corbel" w:hAnsi="Corbel"/>
                <w:b w:val="0"/>
                <w:smallCaps w:val="0"/>
              </w:rPr>
              <w:t xml:space="preserve">ocena pisemnej pracy </w:t>
            </w:r>
            <w:r>
              <w:rPr>
                <w:rFonts w:ascii="Corbel" w:hAnsi="Corbel"/>
                <w:b w:val="0"/>
                <w:smallCaps w:val="0"/>
              </w:rPr>
              <w:t>(</w:t>
            </w:r>
            <w:r w:rsidRPr="00273B64">
              <w:rPr>
                <w:rFonts w:ascii="Corbel" w:hAnsi="Corbel"/>
                <w:b w:val="0"/>
                <w:smallCaps w:val="0"/>
              </w:rPr>
              <w:t>min. 5</w:t>
            </w:r>
            <w:r w:rsidR="001406F7">
              <w:rPr>
                <w:rFonts w:ascii="Corbel" w:hAnsi="Corbel"/>
                <w:b w:val="0"/>
                <w:smallCaps w:val="0"/>
              </w:rPr>
              <w:t>1</w:t>
            </w:r>
            <w:r w:rsidRPr="00273B64">
              <w:rPr>
                <w:rFonts w:ascii="Corbel" w:hAnsi="Corbel"/>
                <w:b w:val="0"/>
                <w:smallCaps w:val="0"/>
              </w:rPr>
              <w:t xml:space="preserve">% </w:t>
            </w:r>
            <w:r>
              <w:rPr>
                <w:rFonts w:ascii="Corbel" w:hAnsi="Corbel"/>
                <w:b w:val="0"/>
                <w:smallCaps w:val="0"/>
              </w:rPr>
              <w:t>ogólnej sumy</w:t>
            </w:r>
            <w:r w:rsidRPr="00273B64">
              <w:rPr>
                <w:rFonts w:ascii="Corbel" w:hAnsi="Corbel"/>
                <w:b w:val="0"/>
                <w:smallCaps w:val="0"/>
              </w:rPr>
              <w:t xml:space="preserve"> punktó</w:t>
            </w:r>
            <w:r>
              <w:rPr>
                <w:rFonts w:ascii="Corbel" w:hAnsi="Corbel"/>
                <w:b w:val="0"/>
              </w:rPr>
              <w:t>w</w:t>
            </w:r>
            <w:r w:rsidRPr="00273B64">
              <w:rPr>
                <w:rFonts w:ascii="Corbel" w:hAnsi="Corbel"/>
                <w:b w:val="0"/>
                <w:smallCaps w:val="0"/>
              </w:rPr>
              <w:t>)</w:t>
            </w:r>
          </w:p>
        </w:tc>
      </w:tr>
    </w:tbl>
    <w:p w14:paraId="10D210B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D8B9E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6601F2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F860C3C" w14:textId="77777777" w:rsidTr="003E1941">
        <w:tc>
          <w:tcPr>
            <w:tcW w:w="4962" w:type="dxa"/>
            <w:vAlign w:val="center"/>
          </w:tcPr>
          <w:p w14:paraId="7097949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22BA5D8" w14:textId="46CFF071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BA087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7F7ABC4" w14:textId="77777777" w:rsidTr="00923D7D">
        <w:tc>
          <w:tcPr>
            <w:tcW w:w="4962" w:type="dxa"/>
          </w:tcPr>
          <w:p w14:paraId="34903F8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CE2E854" w14:textId="2E5AE83D" w:rsidR="0085747A" w:rsidRPr="009C54AE" w:rsidRDefault="00456002" w:rsidP="00BA087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741117FF" w14:textId="77777777" w:rsidTr="00923D7D">
        <w:tc>
          <w:tcPr>
            <w:tcW w:w="4962" w:type="dxa"/>
          </w:tcPr>
          <w:p w14:paraId="0385627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F1EFDB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2F74B50" w14:textId="77777777" w:rsidR="00C61DC5" w:rsidRPr="009C54AE" w:rsidRDefault="002D65FE" w:rsidP="00BA087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309B838D" w14:textId="77777777" w:rsidTr="00923D7D">
        <w:tc>
          <w:tcPr>
            <w:tcW w:w="4962" w:type="dxa"/>
          </w:tcPr>
          <w:p w14:paraId="7E76DF54" w14:textId="6D985C13" w:rsidR="00C61DC5" w:rsidRPr="009C54AE" w:rsidRDefault="00C61DC5" w:rsidP="000D29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0D29F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453644">
              <w:rPr>
                <w:rFonts w:ascii="Corbel" w:hAnsi="Corbel"/>
                <w:sz w:val="24"/>
                <w:szCs w:val="24"/>
              </w:rPr>
              <w:t>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162A688" w14:textId="0B548B8F" w:rsidR="00C61DC5" w:rsidRPr="009C54AE" w:rsidRDefault="00456002" w:rsidP="00BA087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9C54AE" w14:paraId="64B5526B" w14:textId="77777777" w:rsidTr="00923D7D">
        <w:tc>
          <w:tcPr>
            <w:tcW w:w="4962" w:type="dxa"/>
          </w:tcPr>
          <w:p w14:paraId="5912916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86062A6" w14:textId="77777777" w:rsidR="0085747A" w:rsidRPr="009C54AE" w:rsidRDefault="002D65FE" w:rsidP="00BA087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421893A9" w14:textId="77777777" w:rsidTr="00923D7D">
        <w:tc>
          <w:tcPr>
            <w:tcW w:w="4962" w:type="dxa"/>
          </w:tcPr>
          <w:p w14:paraId="1B27C41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F9A6B70" w14:textId="77777777" w:rsidR="0085747A" w:rsidRPr="009C54AE" w:rsidRDefault="002D65FE" w:rsidP="00BA087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3E58A6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7FC046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420C4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2DEF63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1B8357C4" w14:textId="77777777" w:rsidTr="001406F7">
        <w:trPr>
          <w:trHeight w:val="397"/>
        </w:trPr>
        <w:tc>
          <w:tcPr>
            <w:tcW w:w="2359" w:type="pct"/>
          </w:tcPr>
          <w:p w14:paraId="4E98426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2641" w:type="pct"/>
          </w:tcPr>
          <w:p w14:paraId="4238E3AE" w14:textId="72A50399" w:rsidR="0085747A" w:rsidRPr="009C54AE" w:rsidRDefault="001406F7" w:rsidP="001406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BBBF699" w14:textId="77777777" w:rsidTr="001406F7">
        <w:trPr>
          <w:trHeight w:val="397"/>
        </w:trPr>
        <w:tc>
          <w:tcPr>
            <w:tcW w:w="2359" w:type="pct"/>
          </w:tcPr>
          <w:p w14:paraId="18CAAD9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272DE03" w14:textId="3F8800BD" w:rsidR="0085747A" w:rsidRPr="009C54AE" w:rsidRDefault="001406F7" w:rsidP="001406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4F03FC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CC447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A6B242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6D1B10A0" w14:textId="77777777" w:rsidTr="001406F7">
        <w:trPr>
          <w:trHeight w:val="397"/>
        </w:trPr>
        <w:tc>
          <w:tcPr>
            <w:tcW w:w="5000" w:type="pct"/>
          </w:tcPr>
          <w:p w14:paraId="1B55E7D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9AC2BD9" w14:textId="77777777" w:rsidR="00DB533F" w:rsidRPr="009C54AE" w:rsidRDefault="00DB533F" w:rsidP="00DB533F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1. Grzywna P., </w:t>
            </w:r>
            <w:proofErr w:type="spellStart"/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Lustig</w:t>
            </w:r>
            <w:proofErr w:type="spellEnd"/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J., Mitręga M., Stępień-</w:t>
            </w:r>
            <w:proofErr w:type="spellStart"/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LampaN</w:t>
            </w:r>
            <w:proofErr w:type="spellEnd"/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., Zasępa B., 2017, Polityka społeczna. Rozważania o teorii i praktyce , Wyd</w:t>
            </w:r>
            <w:r w:rsidRPr="00DB53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Uniwersytetu Śląskiego, Katowice,</w:t>
            </w: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br/>
            </w:r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2. Polityka społeczna , red. </w:t>
            </w:r>
            <w:proofErr w:type="spellStart"/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Kurzynowski</w:t>
            </w:r>
            <w:proofErr w:type="spellEnd"/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A., 2006, </w:t>
            </w: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SGH, Warszawa,</w:t>
            </w: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br/>
            </w:r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3</w:t>
            </w:r>
            <w:r w:rsidRPr="00DB533F">
              <w:rPr>
                <w:rFonts w:ascii="Corbel" w:hAnsi="Corbel"/>
                <w:b w:val="0"/>
                <w:bCs/>
                <w:i/>
                <w:iCs/>
                <w:smallCaps w:val="0"/>
                <w:color w:val="000000"/>
                <w:szCs w:val="24"/>
              </w:rPr>
              <w:t xml:space="preserve">. </w:t>
            </w:r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Współczesna</w:t>
            </w:r>
            <w:r w:rsidRPr="00DB533F">
              <w:rPr>
                <w:rFonts w:ascii="Corbel" w:hAnsi="Corbel"/>
                <w:b w:val="0"/>
                <w:bCs/>
                <w:i/>
                <w:iCs/>
                <w:smallCaps w:val="0"/>
                <w:color w:val="000000"/>
                <w:szCs w:val="24"/>
              </w:rPr>
              <w:t xml:space="preserve"> </w:t>
            </w:r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polityka gospodarcza, 2016, </w:t>
            </w:r>
            <w:r w:rsidRPr="00DB53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red. nauk., A. </w:t>
            </w:r>
            <w:proofErr w:type="spellStart"/>
            <w:r w:rsidRPr="00DB53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Kosztowniak</w:t>
            </w:r>
            <w:proofErr w:type="spellEnd"/>
            <w:r w:rsidRPr="00DB53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M. Sobol, </w:t>
            </w:r>
            <w:proofErr w:type="spellStart"/>
            <w:r w:rsidRPr="00DB53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CeDeWu</w:t>
            </w:r>
            <w:proofErr w:type="spellEnd"/>
            <w:r w:rsidRPr="00DB53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Warszawa, [CZ.IV]</w:t>
            </w:r>
          </w:p>
        </w:tc>
      </w:tr>
      <w:tr w:rsidR="0085747A" w:rsidRPr="00DB533F" w14:paraId="3628DE5E" w14:textId="77777777" w:rsidTr="001406F7">
        <w:trPr>
          <w:trHeight w:val="397"/>
        </w:trPr>
        <w:tc>
          <w:tcPr>
            <w:tcW w:w="5000" w:type="pct"/>
          </w:tcPr>
          <w:p w14:paraId="4259C070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8385B56" w14:textId="77777777" w:rsidR="00DB533F" w:rsidRPr="00DB533F" w:rsidRDefault="00DB533F" w:rsidP="00DB533F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1.Polityka społeczna w zmieniającej się rzeczywistości, 2016, red. </w:t>
            </w:r>
            <w:proofErr w:type="spellStart"/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Chaczko</w:t>
            </w:r>
            <w:proofErr w:type="spellEnd"/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K., Stanek K.M., Katowice</w:t>
            </w:r>
          </w:p>
          <w:p w14:paraId="7514B321" w14:textId="77777777" w:rsidR="00DB533F" w:rsidRPr="00DB533F" w:rsidRDefault="00DB533F" w:rsidP="00DB533F">
            <w:pPr>
              <w:pStyle w:val="Punktygwne"/>
              <w:spacing w:before="0"/>
              <w:rPr>
                <w:rFonts w:ascii="Corbel" w:hAnsi="Corbel"/>
                <w:i/>
                <w:color w:val="000000"/>
                <w:szCs w:val="24"/>
                <w:lang w:val="en-US"/>
              </w:rPr>
            </w:pPr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2. Polityka społeczna. Teorie pojęcia problemy, 2010, red. </w:t>
            </w:r>
            <w:proofErr w:type="spellStart"/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  <w:lang w:val="en-US"/>
              </w:rPr>
              <w:t>Lavalette</w:t>
            </w:r>
            <w:proofErr w:type="spellEnd"/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  <w:lang w:val="en-US"/>
              </w:rPr>
              <w:t xml:space="preserve"> M., Pratt A., E., </w:t>
            </w:r>
            <w:proofErr w:type="spellStart"/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  <w:lang w:val="en-US"/>
              </w:rPr>
              <w:t>Difin</w:t>
            </w:r>
            <w:proofErr w:type="spellEnd"/>
            <w:r w:rsidRPr="00DB533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  <w:lang w:val="en-US"/>
              </w:rPr>
              <w:t>, Warszawa</w:t>
            </w:r>
          </w:p>
        </w:tc>
      </w:tr>
    </w:tbl>
    <w:p w14:paraId="58E78CD8" w14:textId="77777777" w:rsidR="0085747A" w:rsidRPr="00DB533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46132C5C" w14:textId="77777777" w:rsidR="0085747A" w:rsidRPr="00DB533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6899A2D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7CB756" w14:textId="77777777" w:rsidR="00C27137" w:rsidRDefault="00C27137" w:rsidP="00C16ABF">
      <w:pPr>
        <w:spacing w:after="0" w:line="240" w:lineRule="auto"/>
      </w:pPr>
      <w:r>
        <w:separator/>
      </w:r>
    </w:p>
  </w:endnote>
  <w:endnote w:type="continuationSeparator" w:id="0">
    <w:p w14:paraId="5AD12918" w14:textId="77777777" w:rsidR="00C27137" w:rsidRDefault="00C2713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3437FA" w14:textId="77777777" w:rsidR="00C27137" w:rsidRDefault="00C27137" w:rsidP="00C16ABF">
      <w:pPr>
        <w:spacing w:after="0" w:line="240" w:lineRule="auto"/>
      </w:pPr>
      <w:r>
        <w:separator/>
      </w:r>
    </w:p>
  </w:footnote>
  <w:footnote w:type="continuationSeparator" w:id="0">
    <w:p w14:paraId="05FF1113" w14:textId="77777777" w:rsidR="00C27137" w:rsidRDefault="00C27137" w:rsidP="00C16ABF">
      <w:pPr>
        <w:spacing w:after="0" w:line="240" w:lineRule="auto"/>
      </w:pPr>
      <w:r>
        <w:continuationSeparator/>
      </w:r>
    </w:p>
  </w:footnote>
  <w:footnote w:id="1">
    <w:p w14:paraId="2CA1298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29F8"/>
    <w:rsid w:val="000F1C57"/>
    <w:rsid w:val="000F5615"/>
    <w:rsid w:val="00124BFF"/>
    <w:rsid w:val="0012560E"/>
    <w:rsid w:val="00127108"/>
    <w:rsid w:val="00134B13"/>
    <w:rsid w:val="001406F7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16D0"/>
    <w:rsid w:val="001A354F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2BDF"/>
    <w:rsid w:val="002D3375"/>
    <w:rsid w:val="002D65FE"/>
    <w:rsid w:val="002D73D4"/>
    <w:rsid w:val="002F02A3"/>
    <w:rsid w:val="002F4ABE"/>
    <w:rsid w:val="003018BA"/>
    <w:rsid w:val="0030395F"/>
    <w:rsid w:val="00305C92"/>
    <w:rsid w:val="003151C5"/>
    <w:rsid w:val="003343CF"/>
    <w:rsid w:val="003459B8"/>
    <w:rsid w:val="00346FE9"/>
    <w:rsid w:val="0034759A"/>
    <w:rsid w:val="003503F6"/>
    <w:rsid w:val="003530DD"/>
    <w:rsid w:val="00363F78"/>
    <w:rsid w:val="003A0A5B"/>
    <w:rsid w:val="003A1176"/>
    <w:rsid w:val="003A77A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2E68"/>
    <w:rsid w:val="004362C6"/>
    <w:rsid w:val="00437FA2"/>
    <w:rsid w:val="00445970"/>
    <w:rsid w:val="00453644"/>
    <w:rsid w:val="00456002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6492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09B3"/>
    <w:rsid w:val="00696477"/>
    <w:rsid w:val="006D050F"/>
    <w:rsid w:val="006D6139"/>
    <w:rsid w:val="006E5D65"/>
    <w:rsid w:val="006F011F"/>
    <w:rsid w:val="006F1282"/>
    <w:rsid w:val="006F1FBC"/>
    <w:rsid w:val="006F31E2"/>
    <w:rsid w:val="00706544"/>
    <w:rsid w:val="007072BA"/>
    <w:rsid w:val="0071620A"/>
    <w:rsid w:val="0072265B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0B51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2AE7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054"/>
    <w:rsid w:val="00A90334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0870"/>
    <w:rsid w:val="00BB520A"/>
    <w:rsid w:val="00BC797F"/>
    <w:rsid w:val="00BD3869"/>
    <w:rsid w:val="00BD66E9"/>
    <w:rsid w:val="00BD6FF4"/>
    <w:rsid w:val="00BF0944"/>
    <w:rsid w:val="00BF2C41"/>
    <w:rsid w:val="00C058B4"/>
    <w:rsid w:val="00C05F44"/>
    <w:rsid w:val="00C131B5"/>
    <w:rsid w:val="00C16ABF"/>
    <w:rsid w:val="00C170AE"/>
    <w:rsid w:val="00C26CB7"/>
    <w:rsid w:val="00C27137"/>
    <w:rsid w:val="00C324C1"/>
    <w:rsid w:val="00C36992"/>
    <w:rsid w:val="00C56036"/>
    <w:rsid w:val="00C61DC5"/>
    <w:rsid w:val="00C67E92"/>
    <w:rsid w:val="00C70A26"/>
    <w:rsid w:val="00C766DF"/>
    <w:rsid w:val="00C93328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5F8E"/>
    <w:rsid w:val="00DA6057"/>
    <w:rsid w:val="00DB533F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5897"/>
    <w:rsid w:val="00E960BB"/>
    <w:rsid w:val="00EA2074"/>
    <w:rsid w:val="00EA4832"/>
    <w:rsid w:val="00EA4E9D"/>
    <w:rsid w:val="00EC4899"/>
    <w:rsid w:val="00EC7D57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6F931D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78BA7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0D29F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D29F8"/>
  </w:style>
  <w:style w:type="character" w:customStyle="1" w:styleId="spellingerror">
    <w:name w:val="spellingerror"/>
    <w:basedOn w:val="Domylnaczcionkaakapitu"/>
    <w:rsid w:val="000D29F8"/>
  </w:style>
  <w:style w:type="character" w:customStyle="1" w:styleId="eop">
    <w:name w:val="eop"/>
    <w:basedOn w:val="Domylnaczcionkaakapitu"/>
    <w:rsid w:val="000D29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6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2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1276B29-7F5E-4AB5-9154-4F6E8DA49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8515A0B-81AB-4205-97D2-411CB5FAF2F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9AC4EFF-EB68-4D79-B73D-882A7167DDC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E41E0A9-315E-4708-82E1-C1ECD569509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796</Words>
  <Characters>4776</Characters>
  <Application>Microsoft Office Word</Application>
  <DocSecurity>0</DocSecurity>
  <Lines>39</Lines>
  <Paragraphs>11</Paragraphs>
  <ScaleCrop>false</ScaleCrop>
  <Company>Hewlett-Packard Company</Company>
  <LinksUpToDate>false</LinksUpToDate>
  <CharactersWithSpaces>5561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16</cp:revision>
  <cp:lastPrinted>2019-02-06T12:12:00Z</cp:lastPrinted>
  <dcterms:created xsi:type="dcterms:W3CDTF">2020-10-26T19:14:00Z</dcterms:created>
  <dcterms:modified xsi:type="dcterms:W3CDTF">2020-12-15T18:08:00Z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